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5B4" w:rsidRPr="003565B4" w:rsidRDefault="003565B4" w:rsidP="00E532F6">
      <w:pPr>
        <w:pStyle w:val="Default"/>
        <w:rPr>
          <w:sz w:val="22"/>
          <w:szCs w:val="22"/>
        </w:rPr>
      </w:pPr>
    </w:p>
    <w:p w:rsidR="004909DC" w:rsidRPr="00AF2056" w:rsidRDefault="004909DC" w:rsidP="004909DC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bookmarkStart w:id="0" w:name="_GoBack"/>
      <w:r w:rsidRPr="00AF2056">
        <w:rPr>
          <w:rFonts w:asciiTheme="minorHAnsi" w:hAnsiTheme="minorHAnsi"/>
          <w:b/>
          <w:color w:val="auto"/>
          <w:sz w:val="22"/>
          <w:szCs w:val="22"/>
        </w:rPr>
        <w:t>R</w:t>
      </w:r>
      <w:r w:rsidRPr="00AF2056">
        <w:rPr>
          <w:rFonts w:asciiTheme="minorHAnsi" w:hAnsiTheme="minorHAnsi"/>
          <w:b/>
          <w:sz w:val="22"/>
          <w:szCs w:val="22"/>
        </w:rPr>
        <w:t>i</w:t>
      </w:r>
      <w:bookmarkEnd w:id="0"/>
      <w:r w:rsidRPr="00AF2056">
        <w:rPr>
          <w:rFonts w:asciiTheme="minorHAnsi" w:hAnsiTheme="minorHAnsi"/>
          <w:b/>
          <w:sz w:val="22"/>
          <w:szCs w:val="22"/>
        </w:rPr>
        <w:t xml:space="preserve">chiesta di partecipazione al corso di formazione docenti </w:t>
      </w:r>
      <w:r w:rsidR="00E7556A" w:rsidRPr="00AF2056">
        <w:rPr>
          <w:rFonts w:asciiTheme="minorHAnsi" w:hAnsiTheme="minorHAnsi"/>
          <w:b/>
          <w:bCs/>
          <w:sz w:val="22"/>
          <w:szCs w:val="22"/>
        </w:rPr>
        <w:t>“ Educazione fisica, sport  ed anatomia umana: un approccio polivalente per il coinvolgimento degli studenti”</w:t>
      </w:r>
      <w:r w:rsidRPr="00AF2056">
        <w:rPr>
          <w:rFonts w:asciiTheme="minorHAnsi" w:hAnsiTheme="minorHAnsi"/>
          <w:b/>
          <w:bCs/>
          <w:sz w:val="22"/>
          <w:szCs w:val="22"/>
        </w:rPr>
        <w:t>, da par</w:t>
      </w:r>
      <w:r w:rsidR="00E7556A" w:rsidRPr="00AF2056">
        <w:rPr>
          <w:rFonts w:asciiTheme="minorHAnsi" w:hAnsiTheme="minorHAnsi"/>
          <w:b/>
          <w:bCs/>
          <w:sz w:val="22"/>
          <w:szCs w:val="22"/>
        </w:rPr>
        <w:t>te dei docenti a tempo determin</w:t>
      </w:r>
      <w:r w:rsidRPr="00AF2056">
        <w:rPr>
          <w:rFonts w:asciiTheme="minorHAnsi" w:hAnsiTheme="minorHAnsi"/>
          <w:b/>
          <w:bCs/>
          <w:sz w:val="22"/>
          <w:szCs w:val="22"/>
        </w:rPr>
        <w:t>ato.</w:t>
      </w:r>
    </w:p>
    <w:p w:rsidR="004909DC" w:rsidRPr="00AF2056" w:rsidRDefault="004909DC" w:rsidP="004909DC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4909DC" w:rsidRPr="00AF2056" w:rsidRDefault="00E7556A" w:rsidP="004909DC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  <w:r w:rsidRPr="00AF2056">
        <w:rPr>
          <w:rFonts w:asciiTheme="minorHAnsi" w:hAnsiTheme="minorHAnsi"/>
          <w:b/>
          <w:bCs/>
          <w:sz w:val="22"/>
          <w:szCs w:val="22"/>
        </w:rPr>
        <w:t>Da inviare entro e non oltre il</w:t>
      </w:r>
      <w:r w:rsidR="007B6427" w:rsidRPr="00AF2056">
        <w:rPr>
          <w:rFonts w:asciiTheme="minorHAnsi" w:hAnsiTheme="minorHAnsi"/>
          <w:b/>
          <w:bCs/>
          <w:sz w:val="22"/>
          <w:szCs w:val="22"/>
        </w:rPr>
        <w:t xml:space="preserve"> 20-11-</w:t>
      </w:r>
      <w:r w:rsidR="004909DC" w:rsidRPr="00AF2056">
        <w:rPr>
          <w:rFonts w:asciiTheme="minorHAnsi" w:hAnsiTheme="minorHAnsi"/>
          <w:b/>
          <w:bCs/>
          <w:sz w:val="22"/>
          <w:szCs w:val="22"/>
        </w:rPr>
        <w:t xml:space="preserve"> 2018 a:</w:t>
      </w:r>
    </w:p>
    <w:p w:rsidR="004909DC" w:rsidRPr="00AF2056" w:rsidRDefault="004909DC" w:rsidP="004909DC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4909DC" w:rsidRPr="00AF2056" w:rsidRDefault="00127C86" w:rsidP="004909DC">
      <w:pPr>
        <w:jc w:val="center"/>
        <w:rPr>
          <w:rFonts w:asciiTheme="minorHAnsi" w:hAnsiTheme="minorHAnsi"/>
          <w:sz w:val="22"/>
          <w:szCs w:val="22"/>
          <w:lang w:val="en-US"/>
        </w:rPr>
      </w:pPr>
      <w:hyperlink r:id="rId9" w:history="1">
        <w:r w:rsidR="004909DC" w:rsidRPr="00AF2056">
          <w:rPr>
            <w:rStyle w:val="Collegamentoipertestuale"/>
            <w:rFonts w:asciiTheme="minorHAnsi" w:hAnsiTheme="minorHAnsi"/>
            <w:sz w:val="22"/>
            <w:szCs w:val="22"/>
            <w:lang w:val="en-US"/>
          </w:rPr>
          <w:t>direzione-marche@istruzione.it</w:t>
        </w:r>
      </w:hyperlink>
    </w:p>
    <w:p w:rsidR="004909DC" w:rsidRPr="00AF2056" w:rsidRDefault="004909DC" w:rsidP="004909DC">
      <w:pPr>
        <w:jc w:val="center"/>
        <w:rPr>
          <w:rFonts w:asciiTheme="minorHAnsi" w:hAnsiTheme="minorHAnsi"/>
          <w:sz w:val="22"/>
          <w:szCs w:val="22"/>
          <w:lang w:val="en-US"/>
        </w:rPr>
      </w:pPr>
      <w:r w:rsidRPr="00AF2056">
        <w:rPr>
          <w:rFonts w:asciiTheme="minorHAnsi" w:hAnsiTheme="minorHAnsi"/>
          <w:sz w:val="22"/>
          <w:szCs w:val="22"/>
          <w:lang w:val="en-US"/>
        </w:rPr>
        <w:t>e p.c.</w:t>
      </w:r>
    </w:p>
    <w:p w:rsidR="004909DC" w:rsidRPr="00AF2056" w:rsidRDefault="00127C86" w:rsidP="004909DC">
      <w:pPr>
        <w:jc w:val="center"/>
        <w:rPr>
          <w:rFonts w:asciiTheme="minorHAnsi" w:hAnsiTheme="minorHAnsi"/>
          <w:sz w:val="22"/>
          <w:szCs w:val="22"/>
        </w:rPr>
      </w:pPr>
      <w:hyperlink r:id="rId10" w:history="1">
        <w:r w:rsidR="004909DC" w:rsidRPr="00AF2056">
          <w:rPr>
            <w:rStyle w:val="Collegamentoipertestuale"/>
            <w:rFonts w:asciiTheme="minorHAnsi" w:hAnsiTheme="minorHAnsi"/>
            <w:sz w:val="22"/>
            <w:szCs w:val="22"/>
          </w:rPr>
          <w:t>mauro.minnozzi.mc@istruzione.it</w:t>
        </w:r>
      </w:hyperlink>
      <w:r w:rsidR="004909DC" w:rsidRPr="00AF2056">
        <w:rPr>
          <w:rFonts w:asciiTheme="minorHAnsi" w:hAnsiTheme="minorHAnsi"/>
          <w:sz w:val="22"/>
          <w:szCs w:val="22"/>
        </w:rPr>
        <w:t xml:space="preserve"> </w:t>
      </w:r>
    </w:p>
    <w:p w:rsidR="004909DC" w:rsidRPr="00AF2056" w:rsidRDefault="004909DC" w:rsidP="004909DC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4909DC" w:rsidRPr="00AF2056" w:rsidRDefault="004909DC" w:rsidP="004525C5">
      <w:pPr>
        <w:rPr>
          <w:rFonts w:asciiTheme="minorHAnsi" w:hAnsiTheme="minorHAnsi"/>
          <w:sz w:val="22"/>
          <w:szCs w:val="22"/>
        </w:rPr>
      </w:pPr>
    </w:p>
    <w:p w:rsidR="004909DC" w:rsidRPr="00AF2056" w:rsidRDefault="004909DC" w:rsidP="004909DC">
      <w:pPr>
        <w:rPr>
          <w:rFonts w:asciiTheme="minorHAnsi" w:hAnsiTheme="minorHAnsi"/>
          <w:sz w:val="22"/>
          <w:szCs w:val="22"/>
        </w:rPr>
      </w:pPr>
    </w:p>
    <w:p w:rsidR="004909DC" w:rsidRPr="00AF2056" w:rsidRDefault="004909DC" w:rsidP="004909DC">
      <w:pPr>
        <w:rPr>
          <w:rFonts w:asciiTheme="minorHAnsi" w:hAnsiTheme="minorHAnsi"/>
          <w:sz w:val="22"/>
          <w:szCs w:val="22"/>
        </w:rPr>
      </w:pPr>
      <w:r w:rsidRPr="00AF2056">
        <w:rPr>
          <w:rFonts w:asciiTheme="minorHAnsi" w:hAnsiTheme="minorHAnsi"/>
          <w:sz w:val="22"/>
          <w:szCs w:val="22"/>
        </w:rPr>
        <w:t>Il/la Sottoscritto/a_____________________________________________________________</w:t>
      </w:r>
    </w:p>
    <w:p w:rsidR="004909DC" w:rsidRPr="00AF2056" w:rsidRDefault="004909DC" w:rsidP="004909DC">
      <w:pPr>
        <w:rPr>
          <w:rFonts w:asciiTheme="minorHAnsi" w:hAnsiTheme="minorHAnsi"/>
          <w:sz w:val="22"/>
          <w:szCs w:val="22"/>
        </w:rPr>
      </w:pPr>
    </w:p>
    <w:p w:rsidR="004909DC" w:rsidRPr="00AF2056" w:rsidRDefault="004909DC" w:rsidP="004909DC">
      <w:pPr>
        <w:rPr>
          <w:rFonts w:asciiTheme="minorHAnsi" w:hAnsiTheme="minorHAnsi"/>
          <w:sz w:val="22"/>
          <w:szCs w:val="22"/>
        </w:rPr>
      </w:pPr>
    </w:p>
    <w:p w:rsidR="004909DC" w:rsidRPr="00AF2056" w:rsidRDefault="004909DC" w:rsidP="004909DC">
      <w:pPr>
        <w:rPr>
          <w:rFonts w:asciiTheme="minorHAnsi" w:hAnsiTheme="minorHAnsi"/>
          <w:sz w:val="22"/>
          <w:szCs w:val="22"/>
        </w:rPr>
      </w:pPr>
      <w:r w:rsidRPr="00AF2056">
        <w:rPr>
          <w:rFonts w:asciiTheme="minorHAnsi" w:hAnsiTheme="minorHAnsi"/>
          <w:sz w:val="22"/>
          <w:szCs w:val="22"/>
        </w:rPr>
        <w:t>Docente in servizio presso______________________________________________________</w:t>
      </w:r>
    </w:p>
    <w:p w:rsidR="004909DC" w:rsidRPr="00AF2056" w:rsidRDefault="004909DC" w:rsidP="004909DC">
      <w:pPr>
        <w:rPr>
          <w:rFonts w:asciiTheme="minorHAnsi" w:hAnsiTheme="minorHAnsi"/>
          <w:sz w:val="22"/>
          <w:szCs w:val="22"/>
        </w:rPr>
      </w:pPr>
    </w:p>
    <w:p w:rsidR="004909DC" w:rsidRPr="00AF2056" w:rsidRDefault="004909DC" w:rsidP="004909DC">
      <w:pPr>
        <w:rPr>
          <w:rFonts w:asciiTheme="minorHAnsi" w:hAnsiTheme="minorHAnsi"/>
          <w:sz w:val="22"/>
          <w:szCs w:val="22"/>
        </w:rPr>
      </w:pPr>
    </w:p>
    <w:p w:rsidR="004909DC" w:rsidRPr="00AF2056" w:rsidRDefault="004909DC" w:rsidP="004909DC">
      <w:pPr>
        <w:jc w:val="center"/>
        <w:rPr>
          <w:rFonts w:asciiTheme="minorHAnsi" w:hAnsiTheme="minorHAnsi"/>
          <w:b/>
          <w:sz w:val="22"/>
          <w:szCs w:val="22"/>
        </w:rPr>
      </w:pPr>
      <w:r w:rsidRPr="00AF2056">
        <w:rPr>
          <w:rFonts w:asciiTheme="minorHAnsi" w:hAnsiTheme="minorHAnsi"/>
          <w:b/>
          <w:sz w:val="22"/>
          <w:szCs w:val="22"/>
        </w:rPr>
        <w:t>Chiede di partecipare</w:t>
      </w:r>
    </w:p>
    <w:p w:rsidR="004909DC" w:rsidRPr="00AF2056" w:rsidRDefault="004909DC" w:rsidP="004909DC">
      <w:pPr>
        <w:jc w:val="center"/>
        <w:rPr>
          <w:rFonts w:asciiTheme="minorHAnsi" w:hAnsiTheme="minorHAnsi"/>
          <w:b/>
          <w:sz w:val="22"/>
          <w:szCs w:val="22"/>
        </w:rPr>
      </w:pPr>
    </w:p>
    <w:p w:rsidR="004909DC" w:rsidRPr="00AF2056" w:rsidRDefault="004909DC" w:rsidP="004909DC">
      <w:pPr>
        <w:spacing w:line="360" w:lineRule="auto"/>
        <w:rPr>
          <w:rFonts w:asciiTheme="minorHAnsi" w:hAnsiTheme="minorHAnsi"/>
          <w:sz w:val="22"/>
          <w:szCs w:val="22"/>
        </w:rPr>
      </w:pPr>
      <w:r w:rsidRPr="00AF2056">
        <w:rPr>
          <w:rFonts w:asciiTheme="minorHAnsi" w:hAnsiTheme="minorHAnsi"/>
          <w:sz w:val="22"/>
          <w:szCs w:val="22"/>
        </w:rPr>
        <w:t xml:space="preserve"> al corso di formazione </w:t>
      </w:r>
      <w:r w:rsidR="007B6427" w:rsidRPr="00AF2056">
        <w:rPr>
          <w:rFonts w:asciiTheme="minorHAnsi" w:hAnsiTheme="minorHAnsi"/>
          <w:b/>
          <w:bCs/>
          <w:sz w:val="22"/>
          <w:szCs w:val="22"/>
        </w:rPr>
        <w:t>“ Educazione fisica, sport  ed anatomia umana: un approccio polivalente per il coinvo</w:t>
      </w:r>
      <w:r w:rsidR="007B6427" w:rsidRPr="00AF2056">
        <w:rPr>
          <w:rFonts w:asciiTheme="minorHAnsi" w:hAnsiTheme="minorHAnsi"/>
          <w:b/>
          <w:bCs/>
          <w:sz w:val="22"/>
          <w:szCs w:val="22"/>
        </w:rPr>
        <w:t>l</w:t>
      </w:r>
      <w:r w:rsidR="007B6427" w:rsidRPr="00AF2056">
        <w:rPr>
          <w:rFonts w:asciiTheme="minorHAnsi" w:hAnsiTheme="minorHAnsi"/>
          <w:b/>
          <w:bCs/>
          <w:sz w:val="22"/>
          <w:szCs w:val="22"/>
        </w:rPr>
        <w:t>gimento degli studenti</w:t>
      </w:r>
      <w:r w:rsidR="00011002" w:rsidRPr="00AF2056">
        <w:rPr>
          <w:rFonts w:asciiTheme="minorHAnsi" w:hAnsiTheme="minorHAnsi"/>
          <w:b/>
          <w:bCs/>
          <w:sz w:val="22"/>
          <w:szCs w:val="22"/>
        </w:rPr>
        <w:t>”</w:t>
      </w:r>
      <w:r w:rsidR="00011002" w:rsidRPr="00AF2056">
        <w:rPr>
          <w:rFonts w:asciiTheme="minorHAnsi" w:hAnsiTheme="minorHAnsi"/>
          <w:bCs/>
          <w:sz w:val="22"/>
          <w:szCs w:val="22"/>
        </w:rPr>
        <w:t xml:space="preserve"> s</w:t>
      </w:r>
      <w:r w:rsidRPr="00AF2056">
        <w:rPr>
          <w:rFonts w:asciiTheme="minorHAnsi" w:hAnsiTheme="minorHAnsi"/>
          <w:sz w:val="22"/>
          <w:szCs w:val="22"/>
        </w:rPr>
        <w:t>econdo il programma indicato nella nota di indizione del corso medesimo.</w:t>
      </w:r>
    </w:p>
    <w:p w:rsidR="004909DC" w:rsidRPr="00AF2056" w:rsidRDefault="004909DC" w:rsidP="004909DC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4909DC" w:rsidRPr="00AF2056" w:rsidRDefault="004909DC" w:rsidP="004909DC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4909DC" w:rsidRPr="00AF2056" w:rsidRDefault="004909DC" w:rsidP="004909DC">
      <w:pPr>
        <w:spacing w:line="360" w:lineRule="auto"/>
        <w:rPr>
          <w:rFonts w:asciiTheme="minorHAnsi" w:hAnsiTheme="minorHAnsi"/>
          <w:sz w:val="22"/>
          <w:szCs w:val="22"/>
        </w:rPr>
      </w:pPr>
      <w:r w:rsidRPr="00AF2056">
        <w:rPr>
          <w:rFonts w:asciiTheme="minorHAnsi" w:hAnsiTheme="minorHAnsi"/>
          <w:sz w:val="22"/>
          <w:szCs w:val="22"/>
        </w:rPr>
        <w:t>Recapiti del docente:</w:t>
      </w:r>
    </w:p>
    <w:p w:rsidR="0017224D" w:rsidRPr="00AF2056" w:rsidRDefault="0017224D" w:rsidP="004909DC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4909DC" w:rsidRPr="00AF2056" w:rsidRDefault="004909DC" w:rsidP="004909DC">
      <w:pPr>
        <w:spacing w:line="360" w:lineRule="auto"/>
        <w:rPr>
          <w:rFonts w:asciiTheme="minorHAnsi" w:hAnsiTheme="minorHAnsi"/>
          <w:sz w:val="22"/>
          <w:szCs w:val="22"/>
        </w:rPr>
      </w:pPr>
      <w:r w:rsidRPr="00AF2056">
        <w:rPr>
          <w:rFonts w:asciiTheme="minorHAnsi" w:hAnsiTheme="minorHAnsi"/>
          <w:sz w:val="22"/>
          <w:szCs w:val="22"/>
        </w:rPr>
        <w:t>Telefono______________________________</w:t>
      </w:r>
    </w:p>
    <w:p w:rsidR="004909DC" w:rsidRPr="00AF2056" w:rsidRDefault="004909DC" w:rsidP="004909DC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4909DC" w:rsidRPr="00AF2056" w:rsidRDefault="00CA0C6B" w:rsidP="004909DC">
      <w:pPr>
        <w:spacing w:line="360" w:lineRule="auto"/>
        <w:rPr>
          <w:rFonts w:asciiTheme="minorHAnsi" w:hAnsiTheme="minorHAnsi"/>
          <w:sz w:val="22"/>
          <w:szCs w:val="22"/>
        </w:rPr>
      </w:pPr>
      <w:r w:rsidRPr="00AF2056">
        <w:rPr>
          <w:rFonts w:asciiTheme="minorHAnsi" w:hAnsiTheme="minorHAnsi"/>
          <w:sz w:val="22"/>
          <w:szCs w:val="22"/>
        </w:rPr>
        <w:t>e</w:t>
      </w:r>
      <w:r w:rsidR="004909DC" w:rsidRPr="00AF2056">
        <w:rPr>
          <w:rFonts w:asciiTheme="minorHAnsi" w:hAnsiTheme="minorHAnsi"/>
          <w:sz w:val="22"/>
          <w:szCs w:val="22"/>
        </w:rPr>
        <w:t xml:space="preserve">mail </w:t>
      </w:r>
      <w:r w:rsidRPr="00AF2056">
        <w:rPr>
          <w:rFonts w:asciiTheme="minorHAnsi" w:hAnsiTheme="minorHAnsi"/>
          <w:sz w:val="22"/>
          <w:szCs w:val="22"/>
        </w:rPr>
        <w:t xml:space="preserve">    ______________________________</w:t>
      </w:r>
    </w:p>
    <w:p w:rsidR="004909DC" w:rsidRPr="00AF2056" w:rsidRDefault="004909DC" w:rsidP="004909DC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4909DC" w:rsidRPr="00AF2056" w:rsidRDefault="004909DC" w:rsidP="004909DC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4909DC" w:rsidRPr="00AF2056" w:rsidRDefault="004909DC" w:rsidP="004909DC">
      <w:pPr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AF2056">
        <w:rPr>
          <w:rFonts w:asciiTheme="minorHAnsi" w:hAnsiTheme="minorHAnsi"/>
          <w:sz w:val="22"/>
          <w:szCs w:val="22"/>
        </w:rPr>
        <w:t>Il docente è autorizzato dal dirigente scolastico a partecipare all’iniziativa formativa in oggetto.</w:t>
      </w:r>
    </w:p>
    <w:p w:rsidR="004909DC" w:rsidRPr="00AF2056" w:rsidRDefault="004909DC" w:rsidP="004909DC">
      <w:pPr>
        <w:spacing w:line="360" w:lineRule="auto"/>
        <w:jc w:val="center"/>
        <w:rPr>
          <w:rFonts w:asciiTheme="minorHAnsi" w:hAnsiTheme="minorHAnsi"/>
          <w:sz w:val="22"/>
          <w:szCs w:val="22"/>
        </w:rPr>
      </w:pPr>
    </w:p>
    <w:p w:rsidR="004909DC" w:rsidRPr="00AF2056" w:rsidRDefault="004909DC" w:rsidP="004909DC">
      <w:pPr>
        <w:spacing w:line="360" w:lineRule="auto"/>
        <w:jc w:val="center"/>
        <w:rPr>
          <w:rFonts w:asciiTheme="minorHAnsi" w:hAnsiTheme="minorHAnsi"/>
          <w:sz w:val="22"/>
          <w:szCs w:val="22"/>
        </w:rPr>
      </w:pPr>
    </w:p>
    <w:p w:rsidR="004909DC" w:rsidRPr="00AF2056" w:rsidRDefault="004909DC" w:rsidP="004909DC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AF2056">
        <w:rPr>
          <w:rFonts w:asciiTheme="minorHAnsi" w:hAnsiTheme="minorHAnsi"/>
          <w:b/>
          <w:sz w:val="22"/>
          <w:szCs w:val="22"/>
        </w:rPr>
        <w:t>Firma del dirigente scolastico</w:t>
      </w:r>
    </w:p>
    <w:p w:rsidR="004909DC" w:rsidRPr="00AF2056" w:rsidRDefault="004909DC" w:rsidP="004909DC">
      <w:pPr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AF2056">
        <w:rPr>
          <w:rFonts w:asciiTheme="minorHAnsi" w:hAnsiTheme="minorHAnsi"/>
          <w:sz w:val="22"/>
          <w:szCs w:val="22"/>
        </w:rPr>
        <w:t>____________________________</w:t>
      </w:r>
    </w:p>
    <w:p w:rsidR="004909DC" w:rsidRPr="00AF2056" w:rsidRDefault="004909DC" w:rsidP="004909DC">
      <w:pPr>
        <w:rPr>
          <w:rFonts w:asciiTheme="minorHAnsi" w:hAnsiTheme="minorHAnsi"/>
          <w:sz w:val="22"/>
          <w:szCs w:val="22"/>
        </w:rPr>
      </w:pPr>
    </w:p>
    <w:sectPr w:rsidR="004909DC" w:rsidRPr="00AF2056" w:rsidSect="002525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194" w:right="1134" w:bottom="851" w:left="709" w:header="510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C86" w:rsidRDefault="00127C86">
      <w:r>
        <w:separator/>
      </w:r>
    </w:p>
  </w:endnote>
  <w:endnote w:type="continuationSeparator" w:id="0">
    <w:p w:rsidR="00127C86" w:rsidRDefault="00127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713" w:rsidRDefault="0024571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D1C" w:rsidRPr="00B80BEB" w:rsidRDefault="00330DF2" w:rsidP="002024CA">
    <w:pPr>
      <w:pStyle w:val="Pidipagina"/>
      <w:tabs>
        <w:tab w:val="clear" w:pos="4819"/>
        <w:tab w:val="center" w:pos="4395"/>
      </w:tabs>
      <w:jc w:val="right"/>
      <w:rPr>
        <w:rFonts w:asciiTheme="minorHAnsi" w:hAnsiTheme="minorHAnsi" w:cs="Arial"/>
        <w:sz w:val="16"/>
        <w:szCs w:val="16"/>
      </w:rPr>
    </w:pPr>
    <w:r>
      <w:rPr>
        <w:sz w:val="18"/>
        <w:szCs w:val="18"/>
      </w:rPr>
      <w:t>2</w:t>
    </w:r>
    <w:r w:rsidR="00DF295B">
      <w:rPr>
        <w:sz w:val="18"/>
        <w:szCs w:val="18"/>
      </w:rPr>
      <w:t>018102213</w:t>
    </w:r>
    <w:r>
      <w:rPr>
        <w:sz w:val="18"/>
        <w:szCs w:val="18"/>
      </w:rPr>
      <w:t>00</w:t>
    </w:r>
    <w:r w:rsidR="007858BA">
      <w:rPr>
        <w:sz w:val="18"/>
        <w:szCs w:val="18"/>
      </w:rPr>
      <w:t xml:space="preserve"> </w:t>
    </w:r>
    <w:r w:rsidR="00D93DDE" w:rsidRPr="00D93DDE">
      <w:rPr>
        <w:sz w:val="18"/>
        <w:szCs w:val="18"/>
      </w:rPr>
      <w:t xml:space="preserve">A4.1_PR1819_56_P10. </w:t>
    </w:r>
    <w:r w:rsidR="00D93DDE" w:rsidRPr="00AB50A9">
      <w:rPr>
        <w:sz w:val="18"/>
        <w:szCs w:val="18"/>
      </w:rPr>
      <w:t xml:space="preserve">Corso di </w:t>
    </w:r>
    <w:r w:rsidR="007858BA" w:rsidRPr="00AB50A9">
      <w:rPr>
        <w:sz w:val="18"/>
        <w:szCs w:val="18"/>
      </w:rPr>
      <w:t xml:space="preserve">formazione-aggiornamento </w:t>
    </w:r>
    <w:r w:rsidR="00D93DDE" w:rsidRPr="00AB50A9">
      <w:rPr>
        <w:sz w:val="18"/>
        <w:szCs w:val="18"/>
      </w:rPr>
      <w:t xml:space="preserve"> </w:t>
    </w:r>
    <w:r w:rsidR="00B80BEB" w:rsidRPr="00B80BEB">
      <w:rPr>
        <w:b/>
        <w:bCs/>
        <w:sz w:val="16"/>
        <w:szCs w:val="16"/>
      </w:rPr>
      <w:t>“ Educazione fisica, sport  ed anatomia umana: un approccio po</w:t>
    </w:r>
    <w:r w:rsidR="002024CA">
      <w:rPr>
        <w:b/>
        <w:bCs/>
        <w:sz w:val="16"/>
        <w:szCs w:val="16"/>
      </w:rPr>
      <w:t>liva</w:t>
    </w:r>
    <w:r w:rsidR="00B80BEB" w:rsidRPr="00B80BEB">
      <w:rPr>
        <w:b/>
        <w:bCs/>
        <w:sz w:val="16"/>
        <w:szCs w:val="16"/>
      </w:rPr>
      <w:t>lente per il coinvolgimento degli studenti”.</w:t>
    </w:r>
  </w:p>
  <w:p w:rsidR="00042D1C" w:rsidRPr="00AE3025" w:rsidRDefault="00042D1C" w:rsidP="00042D1C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both"/>
      <w:rPr>
        <w:rFonts w:asciiTheme="minorHAnsi" w:hAnsiTheme="minorHAnsi" w:cs="Tahoma"/>
        <w:sz w:val="16"/>
        <w:szCs w:val="16"/>
      </w:rPr>
    </w:pPr>
    <w:r w:rsidRPr="00AE3025">
      <w:rPr>
        <w:rFonts w:asciiTheme="minorHAnsi" w:hAnsiTheme="minorHAnsi" w:cs="Tahoma"/>
        <w:sz w:val="16"/>
        <w:szCs w:val="16"/>
      </w:rPr>
      <w:t xml:space="preserve">Referente attività istruttoria: </w:t>
    </w:r>
    <w:r>
      <w:rPr>
        <w:rFonts w:asciiTheme="minorHAnsi" w:hAnsiTheme="minorHAnsi" w:cs="Tahoma"/>
        <w:sz w:val="16"/>
        <w:szCs w:val="16"/>
      </w:rPr>
      <w:t>Mauro Minnozzi   tel. 0733 2934216 e-mail mauro.minnozzi.mc@istruzione.it</w:t>
    </w:r>
  </w:p>
  <w:p w:rsidR="00042D1C" w:rsidRPr="00AE3025" w:rsidRDefault="00042D1C" w:rsidP="00042D1C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both"/>
      <w:rPr>
        <w:rFonts w:asciiTheme="minorHAnsi" w:hAnsiTheme="minorHAnsi" w:cs="Tahoma"/>
        <w:sz w:val="16"/>
        <w:szCs w:val="16"/>
      </w:rPr>
    </w:pPr>
    <w:r w:rsidRPr="00AE3025">
      <w:rPr>
        <w:rFonts w:asciiTheme="minorHAnsi" w:hAnsiTheme="minorHAnsi" w:cs="Tahoma"/>
        <w:sz w:val="16"/>
        <w:szCs w:val="16"/>
      </w:rPr>
      <w:t xml:space="preserve">Referente del </w:t>
    </w:r>
    <w:r w:rsidR="003D178F">
      <w:rPr>
        <w:rFonts w:asciiTheme="minorHAnsi" w:hAnsiTheme="minorHAnsi" w:cs="Tahoma"/>
        <w:sz w:val="16"/>
        <w:szCs w:val="16"/>
      </w:rPr>
      <w:t>procedimento: Marco Petrini</w:t>
    </w:r>
    <w:r w:rsidRPr="00AE3025">
      <w:rPr>
        <w:rFonts w:asciiTheme="minorHAnsi" w:hAnsiTheme="minorHAnsi" w:cs="Tahoma"/>
        <w:sz w:val="16"/>
        <w:szCs w:val="16"/>
      </w:rPr>
      <w:t xml:space="preserve">    Tel. 071 22</w:t>
    </w:r>
    <w:r w:rsidR="003D178F">
      <w:rPr>
        <w:rFonts w:asciiTheme="minorHAnsi" w:hAnsiTheme="minorHAnsi" w:cs="Tahoma"/>
        <w:sz w:val="16"/>
        <w:szCs w:val="16"/>
      </w:rPr>
      <w:t>95437 e-mail: marco.petrini</w:t>
    </w:r>
    <w:r w:rsidRPr="00AE3025">
      <w:rPr>
        <w:rFonts w:asciiTheme="minorHAnsi" w:hAnsiTheme="minorHAnsi" w:cs="Tahoma"/>
        <w:sz w:val="16"/>
        <w:szCs w:val="16"/>
      </w:rPr>
      <w:t>@istruzione.it</w:t>
    </w:r>
  </w:p>
  <w:p w:rsidR="00042D1C" w:rsidRPr="00AE3025" w:rsidRDefault="00042D1C" w:rsidP="00042D1C">
    <w:pPr>
      <w:pStyle w:val="Pidipagina"/>
      <w:jc w:val="center"/>
      <w:rPr>
        <w:rFonts w:asciiTheme="minorHAnsi" w:hAnsiTheme="minorHAnsi" w:cs="Arial"/>
        <w:sz w:val="18"/>
        <w:szCs w:val="18"/>
      </w:rPr>
    </w:pPr>
    <w:r w:rsidRPr="00AE3025">
      <w:rPr>
        <w:rFonts w:asciiTheme="minorHAnsi" w:hAnsiTheme="minorHAnsi" w:cs="Arial"/>
        <w:sz w:val="18"/>
        <w:szCs w:val="18"/>
      </w:rPr>
      <w:t xml:space="preserve">Via XXV Aprile, 19  - </w:t>
    </w:r>
    <w:r w:rsidRPr="00AE3025">
      <w:rPr>
        <w:rFonts w:asciiTheme="minorHAnsi" w:hAnsiTheme="minorHAnsi" w:cs="Arial"/>
        <w:smallCaps/>
        <w:sz w:val="18"/>
        <w:szCs w:val="18"/>
      </w:rPr>
      <w:t>Ancona</w:t>
    </w:r>
    <w:r w:rsidRPr="00AE3025">
      <w:rPr>
        <w:rFonts w:asciiTheme="minorHAnsi" w:hAnsiTheme="minorHAnsi" w:cs="Arial"/>
        <w:sz w:val="18"/>
        <w:szCs w:val="18"/>
      </w:rPr>
      <w:t xml:space="preserve"> - tel. 071 22 951 –  indirizzo posta elettronica certificata </w:t>
    </w:r>
    <w:hyperlink r:id="rId1" w:history="1">
      <w:r w:rsidRPr="00AE3025">
        <w:rPr>
          <w:rStyle w:val="Collegamentoipertestuale"/>
          <w:rFonts w:asciiTheme="minorHAnsi" w:hAnsiTheme="minorHAnsi" w:cs="Arial"/>
          <w:sz w:val="18"/>
          <w:szCs w:val="18"/>
        </w:rPr>
        <w:t>drma@postacert.istruzione.it</w:t>
      </w:r>
    </w:hyperlink>
  </w:p>
  <w:p w:rsidR="002E6CB5" w:rsidRPr="00136AAF" w:rsidRDefault="00042D1C" w:rsidP="00042D1C">
    <w:pPr>
      <w:pStyle w:val="Pidipagina"/>
      <w:rPr>
        <w:szCs w:val="15"/>
      </w:rPr>
    </w:pPr>
    <w:r w:rsidRPr="00AE3025">
      <w:rPr>
        <w:rFonts w:asciiTheme="minorHAnsi" w:hAnsiTheme="minorHAnsi" w:cs="Arial"/>
        <w:sz w:val="18"/>
        <w:szCs w:val="18"/>
      </w:rPr>
      <w:t xml:space="preserve">indirizzo posta elettronica ordinaria </w:t>
    </w:r>
    <w:hyperlink r:id="rId2" w:history="1">
      <w:r w:rsidRPr="00AE3025">
        <w:rPr>
          <w:rStyle w:val="Collegamentoipertestuale"/>
          <w:rFonts w:asciiTheme="minorHAnsi" w:hAnsiTheme="minorHAnsi" w:cs="Arial"/>
          <w:sz w:val="18"/>
          <w:szCs w:val="18"/>
        </w:rPr>
        <w:t>direzione-marche@istruzione.it</w:t>
      </w:r>
    </w:hyperlink>
    <w:r w:rsidRPr="00AE3025">
      <w:rPr>
        <w:rFonts w:asciiTheme="minorHAnsi" w:hAnsiTheme="minorHAnsi" w:cs="Arial"/>
        <w:sz w:val="18"/>
        <w:szCs w:val="18"/>
      </w:rPr>
      <w:t xml:space="preserve"> – sito WEB </w:t>
    </w:r>
    <w:hyperlink r:id="rId3" w:history="1">
      <w:r w:rsidRPr="00AE3025">
        <w:rPr>
          <w:rStyle w:val="Collegamentoipertestuale"/>
          <w:rFonts w:asciiTheme="minorHAnsi" w:hAnsiTheme="minorHAnsi" w:cs="Arial"/>
          <w:sz w:val="18"/>
          <w:szCs w:val="18"/>
        </w:rPr>
        <w:t>http://www.marche.istruzione.it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713" w:rsidRDefault="0024571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C86" w:rsidRDefault="00127C86">
      <w:r>
        <w:separator/>
      </w:r>
    </w:p>
  </w:footnote>
  <w:footnote w:type="continuationSeparator" w:id="0">
    <w:p w:rsidR="00127C86" w:rsidRDefault="00127C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713" w:rsidRDefault="0024571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B5" w:rsidRDefault="00D256A6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0DDE6115" wp14:editId="273F1535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  <w:p w:rsidR="00787314" w:rsidRPr="007A3A1F" w:rsidRDefault="00787314" w:rsidP="008B4793">
    <w:pPr>
      <w:jc w:val="center"/>
      <w:rPr>
        <w:rFonts w:ascii="Century" w:hAnsi="Century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713" w:rsidRDefault="0024571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FA7A90"/>
    <w:multiLevelType w:val="hybridMultilevel"/>
    <w:tmpl w:val="9748314C"/>
    <w:lvl w:ilvl="0" w:tplc="A094B79E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5CCB1526"/>
    <w:multiLevelType w:val="hybridMultilevel"/>
    <w:tmpl w:val="BD645168"/>
    <w:lvl w:ilvl="0" w:tplc="117C36C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4815D5"/>
    <w:multiLevelType w:val="hybridMultilevel"/>
    <w:tmpl w:val="992A73D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DE64A0"/>
    <w:multiLevelType w:val="hybridMultilevel"/>
    <w:tmpl w:val="8C70378A"/>
    <w:lvl w:ilvl="0" w:tplc="3F7CD0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6"/>
  </w:num>
  <w:num w:numId="7">
    <w:abstractNumId w:val="8"/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A1F"/>
    <w:rsid w:val="00011002"/>
    <w:rsid w:val="00023E58"/>
    <w:rsid w:val="00042D1C"/>
    <w:rsid w:val="0004446D"/>
    <w:rsid w:val="00045FC1"/>
    <w:rsid w:val="00082C13"/>
    <w:rsid w:val="00090882"/>
    <w:rsid w:val="000B5B10"/>
    <w:rsid w:val="000D5962"/>
    <w:rsid w:val="001169C1"/>
    <w:rsid w:val="00127C86"/>
    <w:rsid w:val="001328E3"/>
    <w:rsid w:val="00136AAF"/>
    <w:rsid w:val="001446D9"/>
    <w:rsid w:val="0017224D"/>
    <w:rsid w:val="001C586C"/>
    <w:rsid w:val="002024CA"/>
    <w:rsid w:val="002145A7"/>
    <w:rsid w:val="0023501D"/>
    <w:rsid w:val="00241429"/>
    <w:rsid w:val="00245713"/>
    <w:rsid w:val="00247B14"/>
    <w:rsid w:val="002525C9"/>
    <w:rsid w:val="002746B7"/>
    <w:rsid w:val="00276E1D"/>
    <w:rsid w:val="002A1E9B"/>
    <w:rsid w:val="002A2A80"/>
    <w:rsid w:val="002D15F4"/>
    <w:rsid w:val="002E6CB5"/>
    <w:rsid w:val="002F1F09"/>
    <w:rsid w:val="002F39BA"/>
    <w:rsid w:val="002F45C3"/>
    <w:rsid w:val="002F599E"/>
    <w:rsid w:val="00325D26"/>
    <w:rsid w:val="00326968"/>
    <w:rsid w:val="00330DF2"/>
    <w:rsid w:val="003325C9"/>
    <w:rsid w:val="00340F90"/>
    <w:rsid w:val="00344440"/>
    <w:rsid w:val="003565B4"/>
    <w:rsid w:val="00382096"/>
    <w:rsid w:val="00396DCD"/>
    <w:rsid w:val="003A2189"/>
    <w:rsid w:val="003B4C21"/>
    <w:rsid w:val="003C1AE8"/>
    <w:rsid w:val="003C6398"/>
    <w:rsid w:val="003D02FE"/>
    <w:rsid w:val="003D178F"/>
    <w:rsid w:val="003D3693"/>
    <w:rsid w:val="003E33EF"/>
    <w:rsid w:val="00427F65"/>
    <w:rsid w:val="00451B49"/>
    <w:rsid w:val="004525C5"/>
    <w:rsid w:val="0047283F"/>
    <w:rsid w:val="004909DC"/>
    <w:rsid w:val="004A5F0E"/>
    <w:rsid w:val="004C54BC"/>
    <w:rsid w:val="004F53C7"/>
    <w:rsid w:val="005173B6"/>
    <w:rsid w:val="00527FC3"/>
    <w:rsid w:val="00545589"/>
    <w:rsid w:val="0055519B"/>
    <w:rsid w:val="0058098E"/>
    <w:rsid w:val="00586341"/>
    <w:rsid w:val="00586BA8"/>
    <w:rsid w:val="005A5F3A"/>
    <w:rsid w:val="005B1070"/>
    <w:rsid w:val="005D0EF5"/>
    <w:rsid w:val="005D6188"/>
    <w:rsid w:val="005E72F2"/>
    <w:rsid w:val="005F4196"/>
    <w:rsid w:val="00606560"/>
    <w:rsid w:val="0062214C"/>
    <w:rsid w:val="0066114A"/>
    <w:rsid w:val="00677569"/>
    <w:rsid w:val="00684AD7"/>
    <w:rsid w:val="00686718"/>
    <w:rsid w:val="00695B44"/>
    <w:rsid w:val="006A2BB1"/>
    <w:rsid w:val="006B34B4"/>
    <w:rsid w:val="006D43B8"/>
    <w:rsid w:val="006E4A3F"/>
    <w:rsid w:val="00707E11"/>
    <w:rsid w:val="007148E6"/>
    <w:rsid w:val="007228EE"/>
    <w:rsid w:val="00725996"/>
    <w:rsid w:val="0073012C"/>
    <w:rsid w:val="0073795F"/>
    <w:rsid w:val="00777C59"/>
    <w:rsid w:val="007858BA"/>
    <w:rsid w:val="00787314"/>
    <w:rsid w:val="007A3A1F"/>
    <w:rsid w:val="007B6427"/>
    <w:rsid w:val="007C0BF8"/>
    <w:rsid w:val="007D62D4"/>
    <w:rsid w:val="00805F59"/>
    <w:rsid w:val="00820087"/>
    <w:rsid w:val="00831A5E"/>
    <w:rsid w:val="00856D0E"/>
    <w:rsid w:val="008A3D06"/>
    <w:rsid w:val="008B4793"/>
    <w:rsid w:val="008C2804"/>
    <w:rsid w:val="008C5CA0"/>
    <w:rsid w:val="008D755D"/>
    <w:rsid w:val="00911C62"/>
    <w:rsid w:val="00916CF4"/>
    <w:rsid w:val="00942D28"/>
    <w:rsid w:val="00952391"/>
    <w:rsid w:val="00981792"/>
    <w:rsid w:val="00987932"/>
    <w:rsid w:val="00990D6F"/>
    <w:rsid w:val="00995801"/>
    <w:rsid w:val="009A270E"/>
    <w:rsid w:val="009A5CFE"/>
    <w:rsid w:val="009B0D6C"/>
    <w:rsid w:val="009C4538"/>
    <w:rsid w:val="009E0E1F"/>
    <w:rsid w:val="009F3E1B"/>
    <w:rsid w:val="00A06A97"/>
    <w:rsid w:val="00A25362"/>
    <w:rsid w:val="00A43D45"/>
    <w:rsid w:val="00A51AE4"/>
    <w:rsid w:val="00A80373"/>
    <w:rsid w:val="00A9106B"/>
    <w:rsid w:val="00AA7A72"/>
    <w:rsid w:val="00AB50A9"/>
    <w:rsid w:val="00AC14EF"/>
    <w:rsid w:val="00AC63AB"/>
    <w:rsid w:val="00AE4C00"/>
    <w:rsid w:val="00AE7318"/>
    <w:rsid w:val="00AF2056"/>
    <w:rsid w:val="00B1444A"/>
    <w:rsid w:val="00B435B0"/>
    <w:rsid w:val="00B80BEB"/>
    <w:rsid w:val="00B9297F"/>
    <w:rsid w:val="00BA4422"/>
    <w:rsid w:val="00BA4C0A"/>
    <w:rsid w:val="00BE0D6A"/>
    <w:rsid w:val="00BF3D8E"/>
    <w:rsid w:val="00C145BF"/>
    <w:rsid w:val="00C53192"/>
    <w:rsid w:val="00C63C1D"/>
    <w:rsid w:val="00C66C50"/>
    <w:rsid w:val="00C814DB"/>
    <w:rsid w:val="00C83861"/>
    <w:rsid w:val="00CA0C6B"/>
    <w:rsid w:val="00CC180E"/>
    <w:rsid w:val="00CC3989"/>
    <w:rsid w:val="00CC6402"/>
    <w:rsid w:val="00CF6019"/>
    <w:rsid w:val="00D256A6"/>
    <w:rsid w:val="00D27FA1"/>
    <w:rsid w:val="00D70B9C"/>
    <w:rsid w:val="00D876A3"/>
    <w:rsid w:val="00D93DDE"/>
    <w:rsid w:val="00D97A63"/>
    <w:rsid w:val="00DB3FBA"/>
    <w:rsid w:val="00DD1DAC"/>
    <w:rsid w:val="00DF295B"/>
    <w:rsid w:val="00DF5567"/>
    <w:rsid w:val="00E42106"/>
    <w:rsid w:val="00E532F6"/>
    <w:rsid w:val="00E634CE"/>
    <w:rsid w:val="00E7556A"/>
    <w:rsid w:val="00F041A1"/>
    <w:rsid w:val="00F07D73"/>
    <w:rsid w:val="00F658DB"/>
    <w:rsid w:val="00F70D7B"/>
    <w:rsid w:val="00F90DB3"/>
    <w:rsid w:val="00FB6D20"/>
    <w:rsid w:val="00FC7B4A"/>
    <w:rsid w:val="00FE10AD"/>
    <w:rsid w:val="00FF18F5"/>
    <w:rsid w:val="00FF4143"/>
    <w:rsid w:val="00FF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rsid w:val="007A3A1F"/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7A3A1F"/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7A3A1F"/>
    <w:rPr>
      <w:bCs/>
    </w:rPr>
  </w:style>
  <w:style w:type="character" w:customStyle="1" w:styleId="PidipaginaCarattere">
    <w:name w:val="Piè di pagina Carattere"/>
    <w:basedOn w:val="Carpredefinitoparagrafo"/>
    <w:link w:val="Pidipagina"/>
    <w:rsid w:val="00042D1C"/>
    <w:rPr>
      <w:sz w:val="24"/>
    </w:rPr>
  </w:style>
  <w:style w:type="paragraph" w:customStyle="1" w:styleId="Default">
    <w:name w:val="Default"/>
    <w:rsid w:val="00AE4C0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BE0D6A"/>
  </w:style>
  <w:style w:type="character" w:styleId="Enfasigrassetto">
    <w:name w:val="Strong"/>
    <w:basedOn w:val="Carpredefinitoparagrafo"/>
    <w:uiPriority w:val="22"/>
    <w:qFormat/>
    <w:rsid w:val="009B0D6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rsid w:val="007A3A1F"/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7A3A1F"/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7A3A1F"/>
    <w:rPr>
      <w:bCs/>
    </w:rPr>
  </w:style>
  <w:style w:type="character" w:customStyle="1" w:styleId="PidipaginaCarattere">
    <w:name w:val="Piè di pagina Carattere"/>
    <w:basedOn w:val="Carpredefinitoparagrafo"/>
    <w:link w:val="Pidipagina"/>
    <w:rsid w:val="00042D1C"/>
    <w:rPr>
      <w:sz w:val="24"/>
    </w:rPr>
  </w:style>
  <w:style w:type="paragraph" w:customStyle="1" w:styleId="Default">
    <w:name w:val="Default"/>
    <w:rsid w:val="00AE4C0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BE0D6A"/>
  </w:style>
  <w:style w:type="character" w:styleId="Enfasigrassetto">
    <w:name w:val="Strong"/>
    <w:basedOn w:val="Carpredefinitoparagrafo"/>
    <w:uiPriority w:val="22"/>
    <w:qFormat/>
    <w:rsid w:val="009B0D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mauro.minnozzi.mc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rezione-marche@istruzione.it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121\Desktop\MODELLO%20USR%20-%20Copi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D30F2-0260-452B-B7D6-F8648BAFA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USR - Copia.dotx</Template>
  <TotalTime>2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1113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Michelangela</dc:creator>
  <cp:lastModifiedBy>Administrator</cp:lastModifiedBy>
  <cp:revision>3</cp:revision>
  <cp:lastPrinted>2018-10-15T08:31:00Z</cp:lastPrinted>
  <dcterms:created xsi:type="dcterms:W3CDTF">2018-10-26T09:54:00Z</dcterms:created>
  <dcterms:modified xsi:type="dcterms:W3CDTF">2018-10-26T09:55:00Z</dcterms:modified>
</cp:coreProperties>
</file>